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C475EE" w14:textId="77777777" w:rsidR="003A7B2B" w:rsidRDefault="00997F14" w:rsidP="003A7B2B">
      <w:pPr>
        <w:spacing w:line="240" w:lineRule="auto"/>
        <w:jc w:val="right"/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 w:rsidRPr="00B169DF">
        <w:rPr>
          <w:rFonts w:ascii="Corbel" w:hAnsi="Corbel"/>
          <w:b/>
          <w:bCs/>
        </w:rPr>
        <w:tab/>
      </w:r>
      <w:r w:rsidR="003A7B2B" w:rsidRPr="00B866EA">
        <w:t>Załącznik nr 1.5 do Zarządzenia Rektora UR  nr 61/2025</w:t>
      </w:r>
    </w:p>
    <w:p w14:paraId="7355F3A0" w14:textId="77777777" w:rsidR="003A7B2B" w:rsidRDefault="003A7B2B" w:rsidP="003A7B2B">
      <w:pPr>
        <w:spacing w:line="240" w:lineRule="auto"/>
        <w:jc w:val="right"/>
      </w:pPr>
    </w:p>
    <w:p w14:paraId="43BF5080" w14:textId="64ED0140" w:rsidR="003A4A1D" w:rsidRDefault="003A4A1D" w:rsidP="003A7B2B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1D8027A0" w14:textId="6D9D2B1A" w:rsidR="003A4A1D" w:rsidRDefault="003A4A1D" w:rsidP="003A4A1D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3A7B2B">
        <w:t>2025-2030</w:t>
      </w:r>
    </w:p>
    <w:p w14:paraId="587CF8E5" w14:textId="77777777" w:rsidR="003A4A1D" w:rsidRDefault="003A4A1D" w:rsidP="00397E78">
      <w:pPr>
        <w:spacing w:after="0" w:line="240" w:lineRule="exact"/>
        <w:ind w:left="4944" w:firstLine="709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14:paraId="6EDAC8EC" w14:textId="51D7511D" w:rsidR="003A4A1D" w:rsidRDefault="003A4A1D" w:rsidP="003A4A1D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</w:t>
      </w:r>
      <w:r w:rsidR="003A7B2B">
        <w:rPr>
          <w:rFonts w:ascii="Corbel" w:hAnsi="Corbel"/>
          <w:sz w:val="20"/>
          <w:szCs w:val="20"/>
        </w:rPr>
        <w:t>2029/2030</w:t>
      </w:r>
    </w:p>
    <w:p w14:paraId="32469440" w14:textId="77777777" w:rsidR="00412E1D" w:rsidRPr="009C54AE" w:rsidRDefault="00412E1D" w:rsidP="00412E1D">
      <w:pPr>
        <w:spacing w:after="0" w:line="240" w:lineRule="auto"/>
        <w:rPr>
          <w:rFonts w:ascii="Corbel" w:hAnsi="Corbel"/>
          <w:sz w:val="24"/>
          <w:szCs w:val="24"/>
        </w:rPr>
      </w:pPr>
    </w:p>
    <w:p w14:paraId="58B225F4" w14:textId="77777777" w:rsidR="00412E1D" w:rsidRPr="009C54AE" w:rsidRDefault="00412E1D" w:rsidP="00412E1D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412E1D" w:rsidRPr="009C54AE" w14:paraId="06DFF418" w14:textId="77777777" w:rsidTr="00F54D5F">
        <w:tc>
          <w:tcPr>
            <w:tcW w:w="2694" w:type="dxa"/>
            <w:vAlign w:val="center"/>
          </w:tcPr>
          <w:p w14:paraId="4566DF27" w14:textId="77777777" w:rsidR="00412E1D" w:rsidRPr="009C54AE" w:rsidRDefault="00412E1D" w:rsidP="00D416B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68BA905" w14:textId="12C70861" w:rsidR="00412E1D" w:rsidRPr="00E73ABD" w:rsidRDefault="00257193" w:rsidP="00257193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 w:rsidRPr="00E73ABD">
              <w:rPr>
                <w:rFonts w:ascii="Corbel" w:hAnsi="Corbel"/>
                <w:bCs/>
                <w:sz w:val="24"/>
                <w:szCs w:val="24"/>
              </w:rPr>
              <w:t>Prawo administracyjne</w:t>
            </w:r>
            <w:r w:rsidR="00A047EB">
              <w:rPr>
                <w:rFonts w:ascii="Corbel" w:hAnsi="Corbel"/>
                <w:bCs/>
                <w:sz w:val="24"/>
                <w:szCs w:val="24"/>
              </w:rPr>
              <w:t xml:space="preserve"> (fakultet)</w:t>
            </w:r>
          </w:p>
        </w:tc>
      </w:tr>
      <w:tr w:rsidR="00412E1D" w:rsidRPr="009C54AE" w14:paraId="6AF0484A" w14:textId="77777777" w:rsidTr="00F54D5F">
        <w:tc>
          <w:tcPr>
            <w:tcW w:w="2694" w:type="dxa"/>
            <w:vAlign w:val="center"/>
          </w:tcPr>
          <w:p w14:paraId="58A3F6F0" w14:textId="77777777" w:rsidR="00412E1D" w:rsidRPr="009C54AE" w:rsidRDefault="00412E1D" w:rsidP="00D416B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5453433" w14:textId="77777777" w:rsidR="00412E1D" w:rsidRPr="009C54AE" w:rsidRDefault="00412E1D" w:rsidP="00D416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412E1D" w:rsidRPr="009C54AE" w14:paraId="397B509E" w14:textId="77777777" w:rsidTr="00F54D5F">
        <w:tc>
          <w:tcPr>
            <w:tcW w:w="2694" w:type="dxa"/>
            <w:vAlign w:val="center"/>
          </w:tcPr>
          <w:p w14:paraId="1F122ED4" w14:textId="77777777" w:rsidR="00412E1D" w:rsidRPr="009C54AE" w:rsidRDefault="00412E1D" w:rsidP="00D416B5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79B3CE1" w14:textId="35D23DC4" w:rsidR="00412E1D" w:rsidRPr="009C54AE" w:rsidRDefault="003A7B2B" w:rsidP="00D416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Wydział Prawa i Administracji</w:t>
            </w:r>
          </w:p>
        </w:tc>
      </w:tr>
      <w:tr w:rsidR="00412E1D" w:rsidRPr="009C54AE" w14:paraId="2D1B7C6A" w14:textId="77777777" w:rsidTr="00F54D5F">
        <w:tc>
          <w:tcPr>
            <w:tcW w:w="2694" w:type="dxa"/>
            <w:vAlign w:val="center"/>
          </w:tcPr>
          <w:p w14:paraId="4AD07ECF" w14:textId="77777777" w:rsidR="00412E1D" w:rsidRPr="009C54AE" w:rsidRDefault="00412E1D" w:rsidP="00D416B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B9DBAFE" w14:textId="63664548" w:rsidR="00412E1D" w:rsidRPr="009C54AE" w:rsidRDefault="003A7B2B" w:rsidP="0025719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Katedra</w:t>
            </w:r>
            <w:r w:rsidR="00412E1D">
              <w:rPr>
                <w:rFonts w:ascii="Corbel" w:hAnsi="Corbel"/>
                <w:b w:val="0"/>
                <w:sz w:val="24"/>
                <w:szCs w:val="24"/>
              </w:rPr>
              <w:t xml:space="preserve"> Prawa </w:t>
            </w:r>
            <w:r w:rsidR="00257193">
              <w:rPr>
                <w:rFonts w:ascii="Corbel" w:hAnsi="Corbel"/>
                <w:b w:val="0"/>
                <w:sz w:val="24"/>
                <w:szCs w:val="24"/>
              </w:rPr>
              <w:t xml:space="preserve">i Postępowania Administracyjnego </w:t>
            </w:r>
          </w:p>
        </w:tc>
      </w:tr>
      <w:tr w:rsidR="00412E1D" w:rsidRPr="009C54AE" w14:paraId="65C590FA" w14:textId="77777777" w:rsidTr="00F54D5F">
        <w:tc>
          <w:tcPr>
            <w:tcW w:w="2694" w:type="dxa"/>
            <w:vAlign w:val="center"/>
          </w:tcPr>
          <w:p w14:paraId="1280B5B1" w14:textId="77777777" w:rsidR="00412E1D" w:rsidRPr="009C54AE" w:rsidRDefault="00412E1D" w:rsidP="00D416B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EC71034" w14:textId="77777777" w:rsidR="00412E1D" w:rsidRPr="009C54AE" w:rsidRDefault="00412E1D" w:rsidP="00D416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Prawo </w:t>
            </w:r>
          </w:p>
        </w:tc>
      </w:tr>
      <w:tr w:rsidR="00412E1D" w:rsidRPr="009C54AE" w14:paraId="6BBDB7B1" w14:textId="77777777" w:rsidTr="00F54D5F">
        <w:tc>
          <w:tcPr>
            <w:tcW w:w="2694" w:type="dxa"/>
            <w:vAlign w:val="center"/>
          </w:tcPr>
          <w:p w14:paraId="6757AAD9" w14:textId="77777777" w:rsidR="00412E1D" w:rsidRPr="009C54AE" w:rsidRDefault="00412E1D" w:rsidP="00D416B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942337B" w14:textId="77777777" w:rsidR="00412E1D" w:rsidRPr="009C54AE" w:rsidRDefault="00412E1D" w:rsidP="00D416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magisterskie</w:t>
            </w:r>
          </w:p>
        </w:tc>
      </w:tr>
      <w:tr w:rsidR="00412E1D" w:rsidRPr="009C54AE" w14:paraId="75A958BC" w14:textId="77777777" w:rsidTr="00F54D5F">
        <w:tc>
          <w:tcPr>
            <w:tcW w:w="2694" w:type="dxa"/>
            <w:vAlign w:val="center"/>
          </w:tcPr>
          <w:p w14:paraId="683D027A" w14:textId="77777777" w:rsidR="00412E1D" w:rsidRPr="009C54AE" w:rsidRDefault="00412E1D" w:rsidP="00D416B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794E1DC" w14:textId="77777777" w:rsidR="00412E1D" w:rsidRPr="009C54AE" w:rsidRDefault="00412E1D" w:rsidP="00D416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Ogólnoakademicki </w:t>
            </w:r>
          </w:p>
        </w:tc>
      </w:tr>
      <w:tr w:rsidR="00412E1D" w:rsidRPr="009C54AE" w14:paraId="1ED35B29" w14:textId="77777777" w:rsidTr="00F54D5F">
        <w:tc>
          <w:tcPr>
            <w:tcW w:w="2694" w:type="dxa"/>
            <w:vAlign w:val="center"/>
          </w:tcPr>
          <w:p w14:paraId="7CBE1DC1" w14:textId="77777777" w:rsidR="00412E1D" w:rsidRPr="009C54AE" w:rsidRDefault="00412E1D" w:rsidP="00D416B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4885FE3" w14:textId="3BFBBF74" w:rsidR="00412E1D" w:rsidRPr="009C54AE" w:rsidRDefault="00412E1D" w:rsidP="00D416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412E1D" w:rsidRPr="009C54AE" w14:paraId="612B617F" w14:textId="77777777" w:rsidTr="00F54D5F">
        <w:tc>
          <w:tcPr>
            <w:tcW w:w="2694" w:type="dxa"/>
            <w:vAlign w:val="center"/>
          </w:tcPr>
          <w:p w14:paraId="2D5D099D" w14:textId="77777777" w:rsidR="00412E1D" w:rsidRPr="009C54AE" w:rsidRDefault="00412E1D" w:rsidP="00D416B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5469E14" w14:textId="77777777" w:rsidR="00412E1D" w:rsidRPr="009C54AE" w:rsidRDefault="00412E1D" w:rsidP="00D416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V semestr X</w:t>
            </w:r>
          </w:p>
        </w:tc>
      </w:tr>
      <w:tr w:rsidR="00F54D5F" w:rsidRPr="009C54AE" w14:paraId="36675C33" w14:textId="77777777" w:rsidTr="00F54D5F">
        <w:tc>
          <w:tcPr>
            <w:tcW w:w="2694" w:type="dxa"/>
            <w:vAlign w:val="center"/>
          </w:tcPr>
          <w:p w14:paraId="5848251E" w14:textId="77777777" w:rsidR="00F54D5F" w:rsidRPr="009C54AE" w:rsidRDefault="00F54D5F" w:rsidP="00F54D5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4E3E3" w14:textId="3F3397DB" w:rsidR="00F54D5F" w:rsidRPr="009C54AE" w:rsidRDefault="00F54D5F" w:rsidP="00F54D5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 – panel pism procesowych</w:t>
            </w:r>
          </w:p>
        </w:tc>
      </w:tr>
      <w:tr w:rsidR="00F54D5F" w:rsidRPr="009C54AE" w14:paraId="478DA8C7" w14:textId="77777777" w:rsidTr="00F54D5F">
        <w:tc>
          <w:tcPr>
            <w:tcW w:w="2694" w:type="dxa"/>
            <w:vAlign w:val="center"/>
          </w:tcPr>
          <w:p w14:paraId="3648D71C" w14:textId="77777777" w:rsidR="00F54D5F" w:rsidRPr="009C54AE" w:rsidRDefault="00F54D5F" w:rsidP="00F54D5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12B0F" w14:textId="21E0BF6B" w:rsidR="00F54D5F" w:rsidRPr="009C54AE" w:rsidRDefault="00F54D5F" w:rsidP="00F54D5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Polski </w:t>
            </w:r>
          </w:p>
        </w:tc>
      </w:tr>
      <w:tr w:rsidR="00F54D5F" w:rsidRPr="009C54AE" w14:paraId="2634CB13" w14:textId="77777777" w:rsidTr="00F54D5F">
        <w:tc>
          <w:tcPr>
            <w:tcW w:w="2694" w:type="dxa"/>
            <w:vAlign w:val="center"/>
          </w:tcPr>
          <w:p w14:paraId="2090BB54" w14:textId="77777777" w:rsidR="00F54D5F" w:rsidRPr="009C54AE" w:rsidRDefault="00F54D5F" w:rsidP="00F54D5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F419B" w14:textId="41611A31" w:rsidR="00F54D5F" w:rsidRPr="009C54AE" w:rsidRDefault="00F54D5F" w:rsidP="00F54D5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prof. dr hab. Elżbieta Ura</w:t>
            </w:r>
          </w:p>
        </w:tc>
      </w:tr>
      <w:tr w:rsidR="00F54D5F" w:rsidRPr="009C54AE" w14:paraId="6D573163" w14:textId="77777777" w:rsidTr="00F54D5F">
        <w:tc>
          <w:tcPr>
            <w:tcW w:w="2694" w:type="dxa"/>
            <w:vAlign w:val="center"/>
          </w:tcPr>
          <w:p w14:paraId="525F63CE" w14:textId="77777777" w:rsidR="00F54D5F" w:rsidRPr="009C54AE" w:rsidRDefault="00F54D5F" w:rsidP="00F54D5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31AB2" w14:textId="77777777" w:rsidR="00F54D5F" w:rsidRDefault="00F54D5F" w:rsidP="00F54D5F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Paulina Ura, dr Konrad Kędzierski, dr Ewa Kubas, </w:t>
            </w:r>
          </w:p>
          <w:p w14:paraId="3084AFC0" w14:textId="7B341353" w:rsidR="00F54D5F" w:rsidRPr="009C54AE" w:rsidRDefault="00F54D5F" w:rsidP="00F54D5F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Szymon Dubis, mgr Grzegorz Łaskawski, dr Karol Hermanowski</w:t>
            </w:r>
          </w:p>
        </w:tc>
      </w:tr>
    </w:tbl>
    <w:p w14:paraId="450E9E99" w14:textId="77777777" w:rsidR="00412E1D" w:rsidRDefault="00412E1D" w:rsidP="00F54D5F">
      <w:pPr>
        <w:pStyle w:val="Podpunkty"/>
        <w:ind w:left="0"/>
        <w:rPr>
          <w:rFonts w:ascii="Corbel" w:hAnsi="Corbel"/>
          <w:b w:val="0"/>
          <w:i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6240EEC2" w14:textId="77777777" w:rsidR="00F54D5F" w:rsidRPr="009C54AE" w:rsidRDefault="00F54D5F" w:rsidP="00F54D5F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A1CED0C" w14:textId="77777777" w:rsidR="00412E1D" w:rsidRPr="009C54AE" w:rsidRDefault="00412E1D" w:rsidP="00412E1D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32BEBADB" w14:textId="77777777" w:rsidR="00412E1D" w:rsidRPr="009C54AE" w:rsidRDefault="00412E1D" w:rsidP="00412E1D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412E1D" w:rsidRPr="009C54AE" w14:paraId="6BD0BF7C" w14:textId="77777777" w:rsidTr="00A11419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320B3" w14:textId="77777777" w:rsidR="00412E1D" w:rsidRDefault="00412E1D" w:rsidP="00D416B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ADA5543" w14:textId="77777777" w:rsidR="00412E1D" w:rsidRPr="009C54AE" w:rsidRDefault="00412E1D" w:rsidP="00D416B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05A3D7" w14:textId="77777777" w:rsidR="00412E1D" w:rsidRPr="009C54AE" w:rsidRDefault="00412E1D" w:rsidP="00D416B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6B20F0" w14:textId="77777777" w:rsidR="00412E1D" w:rsidRPr="009C54AE" w:rsidRDefault="00412E1D" w:rsidP="00D416B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DB42A5" w14:textId="77777777" w:rsidR="00412E1D" w:rsidRPr="009C54AE" w:rsidRDefault="00412E1D" w:rsidP="00D416B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989B45" w14:textId="77777777" w:rsidR="00412E1D" w:rsidRPr="009C54AE" w:rsidRDefault="00412E1D" w:rsidP="00D416B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96C20" w14:textId="77777777" w:rsidR="00412E1D" w:rsidRPr="009C54AE" w:rsidRDefault="00412E1D" w:rsidP="00D416B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05DB18" w14:textId="77777777" w:rsidR="00412E1D" w:rsidRPr="009C54AE" w:rsidRDefault="00412E1D" w:rsidP="00D416B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B30EE4" w14:textId="77777777" w:rsidR="00412E1D" w:rsidRPr="009C54AE" w:rsidRDefault="00412E1D" w:rsidP="00D416B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4F459A" w14:textId="77777777" w:rsidR="00412E1D" w:rsidRPr="009C54AE" w:rsidRDefault="00412E1D" w:rsidP="00D416B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2DF9B0" w14:textId="77777777" w:rsidR="00412E1D" w:rsidRPr="009C54AE" w:rsidRDefault="00412E1D" w:rsidP="00D416B5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412E1D" w:rsidRPr="009C54AE" w14:paraId="5FEBCD56" w14:textId="77777777" w:rsidTr="00A7092F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EDD20" w14:textId="77777777" w:rsidR="00412E1D" w:rsidRPr="009C54AE" w:rsidRDefault="00412E1D" w:rsidP="00A7092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5EFD0" w14:textId="77777777" w:rsidR="00412E1D" w:rsidRPr="009C54AE" w:rsidRDefault="00412E1D" w:rsidP="00A7092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DDA93" w14:textId="77777777" w:rsidR="00412E1D" w:rsidRPr="009C54AE" w:rsidRDefault="00412E1D" w:rsidP="00A7092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71557" w14:textId="77777777" w:rsidR="00412E1D" w:rsidRPr="009C54AE" w:rsidRDefault="00412E1D" w:rsidP="00A7092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A7F93" w14:textId="77777777" w:rsidR="00412E1D" w:rsidRPr="009C54AE" w:rsidRDefault="00412E1D" w:rsidP="00A7092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D037E" w14:textId="77777777" w:rsidR="00412E1D" w:rsidRPr="009C54AE" w:rsidRDefault="00412E1D" w:rsidP="00A7092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BD17E" w14:textId="77777777" w:rsidR="00412E1D" w:rsidRPr="009C54AE" w:rsidRDefault="00412E1D" w:rsidP="00A7092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084A5" w14:textId="77777777" w:rsidR="00412E1D" w:rsidRPr="009C54AE" w:rsidRDefault="00412E1D" w:rsidP="00A7092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D9EC9" w14:textId="77777777" w:rsidR="00412E1D" w:rsidRPr="009C54AE" w:rsidRDefault="00412E1D" w:rsidP="00A7092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14D9F" w14:textId="77777777" w:rsidR="00412E1D" w:rsidRPr="009C54AE" w:rsidRDefault="00412E1D" w:rsidP="00A7092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5C8C00B3" w14:textId="77777777" w:rsidR="00412E1D" w:rsidRPr="009C54AE" w:rsidRDefault="00412E1D" w:rsidP="00412E1D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6E83A52" w14:textId="77777777" w:rsidR="00412E1D" w:rsidRPr="009C54AE" w:rsidRDefault="00412E1D" w:rsidP="00412E1D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61247D6" w14:textId="77777777" w:rsidR="00412E1D" w:rsidRPr="009C54AE" w:rsidRDefault="00412E1D" w:rsidP="00412E1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✓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365ACABD" w14:textId="77777777" w:rsidR="00412E1D" w:rsidRPr="009C54AE" w:rsidRDefault="00412E1D" w:rsidP="00412E1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4208103" w14:textId="77777777" w:rsidR="00412E1D" w:rsidRPr="009C54AE" w:rsidRDefault="00412E1D" w:rsidP="00412E1D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E022D72" w14:textId="558282C7" w:rsidR="00412E1D" w:rsidRPr="009C54AE" w:rsidRDefault="00412E1D" w:rsidP="00412E1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>ma zaliczenia przedmiotu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4967B0E" w14:textId="77777777" w:rsidR="00412E1D" w:rsidRDefault="00412E1D" w:rsidP="00412E1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BFB9FAE" w14:textId="77777777" w:rsidR="00412E1D" w:rsidRDefault="00412E1D" w:rsidP="00412E1D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4F2996A6" w14:textId="77777777" w:rsidR="00412E1D" w:rsidRDefault="00412E1D" w:rsidP="00412E1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985403D" w14:textId="50465E35" w:rsidR="00412E1D" w:rsidRDefault="00412E1D" w:rsidP="00412E1D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3698EA33" w14:textId="77777777" w:rsidR="00A11419" w:rsidRPr="009C54AE" w:rsidRDefault="00A11419" w:rsidP="00412E1D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412E1D" w:rsidRPr="009C54AE" w14:paraId="5AA8E3C1" w14:textId="77777777" w:rsidTr="00D416B5">
        <w:tc>
          <w:tcPr>
            <w:tcW w:w="9670" w:type="dxa"/>
          </w:tcPr>
          <w:p w14:paraId="4C309F1E" w14:textId="1A824C25" w:rsidR="00412E1D" w:rsidRDefault="00412E1D" w:rsidP="00D416B5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Znajomość prawa </w:t>
            </w:r>
            <w:r w:rsidR="0025719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administracyjnego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0055123A" w14:textId="5FBB5505" w:rsidR="00412E1D" w:rsidRPr="009C54AE" w:rsidRDefault="00257193" w:rsidP="00D416B5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postępowania administracyjnego i sądowoadministracyjnego</w:t>
            </w:r>
            <w:r w:rsidR="00412E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6B6DB2ED" w14:textId="235D834A" w:rsidR="00412E1D" w:rsidRPr="00C05F44" w:rsidRDefault="00A11419" w:rsidP="00412E1D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412E1D" w:rsidRPr="009C54AE">
        <w:rPr>
          <w:rFonts w:ascii="Corbel" w:hAnsi="Corbel"/>
          <w:szCs w:val="24"/>
        </w:rPr>
        <w:lastRenderedPageBreak/>
        <w:t xml:space="preserve">3. </w:t>
      </w:r>
      <w:r w:rsidR="00412E1D">
        <w:rPr>
          <w:rFonts w:ascii="Corbel" w:hAnsi="Corbel"/>
          <w:szCs w:val="24"/>
        </w:rPr>
        <w:t>cele, efekty uczenia się</w:t>
      </w:r>
      <w:r w:rsidR="00412E1D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A760E4E" w14:textId="77777777" w:rsidR="00412E1D" w:rsidRPr="00C05F44" w:rsidRDefault="00412E1D" w:rsidP="00412E1D">
      <w:pPr>
        <w:pStyle w:val="Punktygwne"/>
        <w:spacing w:before="0" w:after="0"/>
        <w:rPr>
          <w:rFonts w:ascii="Corbel" w:hAnsi="Corbel"/>
          <w:szCs w:val="24"/>
        </w:rPr>
      </w:pPr>
    </w:p>
    <w:p w14:paraId="4E0FA8DE" w14:textId="77777777" w:rsidR="00412E1D" w:rsidRDefault="00412E1D" w:rsidP="00A7092F">
      <w:pPr>
        <w:pStyle w:val="Podpunkty"/>
        <w:ind w:left="357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49CE2104" w14:textId="77777777" w:rsidR="00412E1D" w:rsidRPr="009C54AE" w:rsidRDefault="00412E1D" w:rsidP="00412E1D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412E1D" w:rsidRPr="009C54AE" w14:paraId="7989C53D" w14:textId="77777777" w:rsidTr="00D416B5">
        <w:tc>
          <w:tcPr>
            <w:tcW w:w="844" w:type="dxa"/>
            <w:vAlign w:val="center"/>
          </w:tcPr>
          <w:p w14:paraId="03D58487" w14:textId="77777777" w:rsidR="00412E1D" w:rsidRPr="009C54AE" w:rsidRDefault="00412E1D" w:rsidP="00D416B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14:paraId="3149DC00" w14:textId="530CB509" w:rsidR="00412E1D" w:rsidRPr="009C54AE" w:rsidRDefault="00412E1D" w:rsidP="00D416B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Celem przedmiotu jest pra</w:t>
            </w:r>
            <w:r w:rsidR="00257193">
              <w:rPr>
                <w:rFonts w:ascii="Corbel" w:hAnsi="Corbel"/>
                <w:b w:val="0"/>
                <w:sz w:val="24"/>
                <w:szCs w:val="24"/>
              </w:rPr>
              <w:t xml:space="preserve">ktyczne zastosowanie norm </w:t>
            </w:r>
            <w:r w:rsidR="00257193" w:rsidRPr="00257193">
              <w:rPr>
                <w:rFonts w:ascii="Corbel" w:hAnsi="Corbel"/>
                <w:b w:val="0"/>
                <w:sz w:val="24"/>
                <w:szCs w:val="24"/>
              </w:rPr>
              <w:t>prawa administracyjnego.</w:t>
            </w:r>
          </w:p>
        </w:tc>
      </w:tr>
      <w:tr w:rsidR="00412E1D" w:rsidRPr="009C54AE" w14:paraId="62464EEB" w14:textId="77777777" w:rsidTr="00A7092F">
        <w:trPr>
          <w:trHeight w:val="549"/>
        </w:trPr>
        <w:tc>
          <w:tcPr>
            <w:tcW w:w="844" w:type="dxa"/>
            <w:vAlign w:val="center"/>
          </w:tcPr>
          <w:p w14:paraId="35609BD0" w14:textId="77777777" w:rsidR="00412E1D" w:rsidRPr="009C54AE" w:rsidRDefault="00412E1D" w:rsidP="00D416B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14:paraId="56464EB5" w14:textId="7AAC3A4C" w:rsidR="00412E1D" w:rsidRDefault="00412E1D" w:rsidP="00A7092F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Poznanie metodologii sporządzania pism procesowych z zakresu </w:t>
            </w:r>
            <w:r w:rsidR="00257193" w:rsidRPr="00257193">
              <w:rPr>
                <w:rFonts w:ascii="Corbel" w:hAnsi="Corbel"/>
                <w:b w:val="0"/>
                <w:sz w:val="24"/>
                <w:szCs w:val="24"/>
              </w:rPr>
              <w:t>postępowania administracyjnego i sądowoadministracyjnego.</w:t>
            </w:r>
          </w:p>
        </w:tc>
      </w:tr>
    </w:tbl>
    <w:p w14:paraId="3E4E6D0E" w14:textId="77777777" w:rsidR="00412E1D" w:rsidRPr="009C54AE" w:rsidRDefault="00412E1D" w:rsidP="00412E1D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1BA8A33" w14:textId="77777777" w:rsidR="00412E1D" w:rsidRPr="009C54AE" w:rsidRDefault="00412E1D" w:rsidP="00412E1D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4C54B7BE" w14:textId="77777777" w:rsidR="00412E1D" w:rsidRPr="009C54AE" w:rsidRDefault="00412E1D" w:rsidP="00412E1D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7"/>
        <w:gridCol w:w="6208"/>
        <w:gridCol w:w="1865"/>
      </w:tblGrid>
      <w:tr w:rsidR="00412E1D" w:rsidRPr="009C54AE" w14:paraId="1CB78892" w14:textId="77777777" w:rsidTr="00A7092F">
        <w:tc>
          <w:tcPr>
            <w:tcW w:w="1447" w:type="dxa"/>
            <w:vAlign w:val="center"/>
          </w:tcPr>
          <w:p w14:paraId="6919DF78" w14:textId="77777777" w:rsidR="00412E1D" w:rsidRPr="009C54AE" w:rsidRDefault="00412E1D" w:rsidP="00D416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208" w:type="dxa"/>
            <w:vAlign w:val="center"/>
          </w:tcPr>
          <w:p w14:paraId="209EEA91" w14:textId="77777777" w:rsidR="00412E1D" w:rsidRPr="009C54AE" w:rsidRDefault="00412E1D" w:rsidP="00D416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0B998CB4" w14:textId="77777777" w:rsidR="00412E1D" w:rsidRPr="009C54AE" w:rsidRDefault="00412E1D" w:rsidP="00D416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12E1D" w:rsidRPr="009C54AE" w14:paraId="2A790077" w14:textId="77777777" w:rsidTr="00A7092F">
        <w:tc>
          <w:tcPr>
            <w:tcW w:w="1447" w:type="dxa"/>
          </w:tcPr>
          <w:p w14:paraId="47FEFED6" w14:textId="0ADFDE6B" w:rsidR="00412E1D" w:rsidRPr="009C54AE" w:rsidRDefault="00412E1D" w:rsidP="00F54D5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208" w:type="dxa"/>
          </w:tcPr>
          <w:p w14:paraId="1C83419E" w14:textId="1E37837A" w:rsidR="00412E1D" w:rsidRPr="009C54AE" w:rsidRDefault="00412E1D" w:rsidP="00F54D5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Ma p</w:t>
            </w:r>
            <w:r w:rsidR="00257193">
              <w:rPr>
                <w:rFonts w:ascii="Corbel" w:hAnsi="Corbel"/>
                <w:b w:val="0"/>
                <w:smallCaps w:val="0"/>
                <w:szCs w:val="24"/>
              </w:rPr>
              <w:t xml:space="preserve">ogłębioną i rozszerzoną wiedzę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 zakresu </w:t>
            </w:r>
            <w:r w:rsidR="00257193">
              <w:rPr>
                <w:rFonts w:ascii="Corbel" w:hAnsi="Corbel"/>
                <w:b w:val="0"/>
                <w:smallCaps w:val="0"/>
                <w:szCs w:val="24"/>
              </w:rPr>
              <w:t>prawa administracyjnego.</w:t>
            </w:r>
          </w:p>
        </w:tc>
        <w:tc>
          <w:tcPr>
            <w:tcW w:w="1865" w:type="dxa"/>
          </w:tcPr>
          <w:p w14:paraId="7279171F" w14:textId="77777777" w:rsidR="00412E1D" w:rsidRPr="00F0569B" w:rsidRDefault="00412E1D" w:rsidP="00F54D5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0569B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412E1D" w:rsidRPr="009C54AE" w14:paraId="71FFA0CB" w14:textId="77777777" w:rsidTr="00A7092F">
        <w:tc>
          <w:tcPr>
            <w:tcW w:w="1447" w:type="dxa"/>
          </w:tcPr>
          <w:p w14:paraId="7F13A6F9" w14:textId="77777777" w:rsidR="00412E1D" w:rsidRPr="009C54AE" w:rsidRDefault="00412E1D" w:rsidP="00F54D5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208" w:type="dxa"/>
          </w:tcPr>
          <w:p w14:paraId="2FF9A52E" w14:textId="0247085C" w:rsidR="00412E1D" w:rsidRPr="009C54AE" w:rsidRDefault="00412E1D" w:rsidP="00F54D5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Ma pogłębioną wiedzę na temat procesów stosowania prawa </w:t>
            </w:r>
            <w:r w:rsidR="00257193" w:rsidRPr="00257193">
              <w:rPr>
                <w:rFonts w:ascii="Corbel" w:hAnsi="Corbel"/>
                <w:b w:val="0"/>
                <w:smallCaps w:val="0"/>
                <w:szCs w:val="24"/>
              </w:rPr>
              <w:t>administracyjnego.</w:t>
            </w:r>
          </w:p>
        </w:tc>
        <w:tc>
          <w:tcPr>
            <w:tcW w:w="1865" w:type="dxa"/>
          </w:tcPr>
          <w:p w14:paraId="17429FF8" w14:textId="77777777" w:rsidR="00412E1D" w:rsidRPr="009C54AE" w:rsidRDefault="00412E1D" w:rsidP="00F54D5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</w:tc>
      </w:tr>
      <w:tr w:rsidR="00412E1D" w:rsidRPr="009C54AE" w14:paraId="190CF3C4" w14:textId="77777777" w:rsidTr="00A7092F">
        <w:tc>
          <w:tcPr>
            <w:tcW w:w="1447" w:type="dxa"/>
          </w:tcPr>
          <w:p w14:paraId="76C87252" w14:textId="77777777" w:rsidR="00412E1D" w:rsidRPr="009C54AE" w:rsidRDefault="00412E1D" w:rsidP="00F54D5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208" w:type="dxa"/>
          </w:tcPr>
          <w:p w14:paraId="02D6A742" w14:textId="6CB99E49" w:rsidR="00412E1D" w:rsidRPr="009C54AE" w:rsidRDefault="00412E1D" w:rsidP="00F54D5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i rozumie terminologię właściwą dla języka prawnego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i prawniczego oraz zna i rozumie podstawowe pojęcia </w:t>
            </w:r>
            <w:r w:rsidR="00257193" w:rsidRPr="00257193">
              <w:rPr>
                <w:rFonts w:ascii="Corbel" w:hAnsi="Corbel"/>
                <w:b w:val="0"/>
                <w:smallCaps w:val="0"/>
                <w:szCs w:val="24"/>
              </w:rPr>
              <w:t>prawa administracyjnego.</w:t>
            </w:r>
          </w:p>
        </w:tc>
        <w:tc>
          <w:tcPr>
            <w:tcW w:w="1865" w:type="dxa"/>
          </w:tcPr>
          <w:p w14:paraId="7FDB3F01" w14:textId="77777777" w:rsidR="00412E1D" w:rsidRPr="009C54AE" w:rsidRDefault="00412E1D" w:rsidP="00F54D5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412E1D" w:rsidRPr="009C54AE" w14:paraId="546E2326" w14:textId="77777777" w:rsidTr="00A7092F">
        <w:tc>
          <w:tcPr>
            <w:tcW w:w="1447" w:type="dxa"/>
          </w:tcPr>
          <w:p w14:paraId="20F06E10" w14:textId="77777777" w:rsidR="00412E1D" w:rsidRPr="009C54AE" w:rsidRDefault="00412E1D" w:rsidP="00F54D5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208" w:type="dxa"/>
          </w:tcPr>
          <w:p w14:paraId="42BB16B5" w14:textId="1777454F" w:rsidR="00412E1D" w:rsidRPr="009C54AE" w:rsidRDefault="00412E1D" w:rsidP="00F54D5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sprawnie posługiwać się tekstami aktów normatywnych z zakresu </w:t>
            </w:r>
            <w:r w:rsidR="00257193">
              <w:rPr>
                <w:rFonts w:ascii="Corbel" w:hAnsi="Corbel"/>
                <w:b w:val="0"/>
                <w:smallCaps w:val="0"/>
                <w:szCs w:val="24"/>
              </w:rPr>
              <w:t>prawa administracyjnego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F54D5F">
              <w:rPr>
                <w:rFonts w:ascii="Corbel" w:hAnsi="Corbel"/>
                <w:b w:val="0"/>
                <w:smallCaps w:val="0"/>
                <w:szCs w:val="24"/>
              </w:rPr>
              <w:br/>
            </w:r>
            <w:r>
              <w:rPr>
                <w:rFonts w:ascii="Corbel" w:hAnsi="Corbel"/>
                <w:b w:val="0"/>
                <w:smallCaps w:val="0"/>
                <w:szCs w:val="24"/>
              </w:rPr>
              <w:t>i interpretować je z wykorzystaniem języka prawniczego</w:t>
            </w:r>
            <w:r w:rsidR="00257193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1E62EEC1" w14:textId="77777777" w:rsidR="00412E1D" w:rsidRPr="009C54AE" w:rsidRDefault="00412E1D" w:rsidP="00F54D5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412E1D" w:rsidRPr="009C54AE" w14:paraId="2EFBF5D7" w14:textId="77777777" w:rsidTr="00A7092F">
        <w:tc>
          <w:tcPr>
            <w:tcW w:w="1447" w:type="dxa"/>
          </w:tcPr>
          <w:p w14:paraId="20475C1F" w14:textId="77777777" w:rsidR="00412E1D" w:rsidRPr="009C54AE" w:rsidRDefault="00412E1D" w:rsidP="00F54D5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208" w:type="dxa"/>
          </w:tcPr>
          <w:p w14:paraId="6CA5D9A4" w14:textId="4D8C3919" w:rsidR="00412E1D" w:rsidRPr="009C54AE" w:rsidRDefault="00412E1D" w:rsidP="00F54D5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Wykorzystując posiadaną wiedzę teoretyczną i umiejętność samodzielnego proponowania rozwiązań posiada umiejętność sporządzania podstawowych dokumentów oraz pism procesowych z zakresu </w:t>
            </w:r>
            <w:r w:rsidR="00257193">
              <w:rPr>
                <w:rFonts w:ascii="Corbel" w:hAnsi="Corbel"/>
                <w:b w:val="0"/>
                <w:smallCaps w:val="0"/>
                <w:szCs w:val="24"/>
              </w:rPr>
              <w:t>procedury administracyjnej.</w:t>
            </w:r>
          </w:p>
        </w:tc>
        <w:tc>
          <w:tcPr>
            <w:tcW w:w="1865" w:type="dxa"/>
          </w:tcPr>
          <w:p w14:paraId="319B5440" w14:textId="77777777" w:rsidR="00412E1D" w:rsidRPr="009C54AE" w:rsidRDefault="00412E1D" w:rsidP="00F54D5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K_U09</w:t>
            </w:r>
          </w:p>
        </w:tc>
      </w:tr>
      <w:tr w:rsidR="00412E1D" w:rsidRPr="009C54AE" w14:paraId="744C112A" w14:textId="77777777" w:rsidTr="00A7092F">
        <w:tc>
          <w:tcPr>
            <w:tcW w:w="1447" w:type="dxa"/>
          </w:tcPr>
          <w:p w14:paraId="131303BD" w14:textId="77777777" w:rsidR="00412E1D" w:rsidRPr="009C54AE" w:rsidRDefault="00412E1D" w:rsidP="00F54D5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208" w:type="dxa"/>
          </w:tcPr>
          <w:p w14:paraId="5B8319D6" w14:textId="315E939F" w:rsidR="00412E1D" w:rsidRPr="009C54AE" w:rsidRDefault="00412E1D" w:rsidP="00F54D5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dokonać subsumpcji określonego stanu faktycznego z zakresu </w:t>
            </w:r>
            <w:r w:rsidR="00257193">
              <w:rPr>
                <w:rFonts w:ascii="Corbel" w:hAnsi="Corbel"/>
                <w:b w:val="0"/>
                <w:smallCaps w:val="0"/>
                <w:szCs w:val="24"/>
              </w:rPr>
              <w:t>prawa administracyjnego do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norm prawnych.</w:t>
            </w:r>
          </w:p>
        </w:tc>
        <w:tc>
          <w:tcPr>
            <w:tcW w:w="1865" w:type="dxa"/>
          </w:tcPr>
          <w:p w14:paraId="4F831F14" w14:textId="77777777" w:rsidR="00412E1D" w:rsidRPr="009C54AE" w:rsidRDefault="00412E1D" w:rsidP="00F54D5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412E1D" w:rsidRPr="009C54AE" w14:paraId="02EB4A05" w14:textId="77777777" w:rsidTr="00A7092F">
        <w:tc>
          <w:tcPr>
            <w:tcW w:w="1447" w:type="dxa"/>
          </w:tcPr>
          <w:p w14:paraId="253B5C5D" w14:textId="77777777" w:rsidR="00412E1D" w:rsidRPr="009C54AE" w:rsidRDefault="00412E1D" w:rsidP="00F54D5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208" w:type="dxa"/>
          </w:tcPr>
          <w:p w14:paraId="71532909" w14:textId="15287E91" w:rsidR="00412E1D" w:rsidRPr="009C54AE" w:rsidRDefault="00412E1D" w:rsidP="00F54D5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Posiada pogłębioną umiejętność przygotowywania prac pisemnych dotyczących określonych zagadnień i problemów z zakresu prawa </w:t>
            </w:r>
            <w:r w:rsidR="00257193">
              <w:rPr>
                <w:rFonts w:ascii="Corbel" w:hAnsi="Corbel"/>
                <w:b w:val="0"/>
                <w:smallCaps w:val="0"/>
                <w:szCs w:val="24"/>
              </w:rPr>
              <w:t>administracyjnego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za pomocą odpowiednio dobranych metod, narzędzi oraz zaawansowanych technik informacyjno-komunikacyjnych.</w:t>
            </w:r>
          </w:p>
        </w:tc>
        <w:tc>
          <w:tcPr>
            <w:tcW w:w="1865" w:type="dxa"/>
          </w:tcPr>
          <w:p w14:paraId="1E5A2287" w14:textId="77777777" w:rsidR="00412E1D" w:rsidRPr="009C54AE" w:rsidRDefault="00412E1D" w:rsidP="00F54D5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K_U12</w:t>
            </w:r>
          </w:p>
        </w:tc>
      </w:tr>
      <w:tr w:rsidR="00412E1D" w:rsidRPr="009C54AE" w14:paraId="7FBB51F4" w14:textId="77777777" w:rsidTr="00A7092F">
        <w:tc>
          <w:tcPr>
            <w:tcW w:w="1447" w:type="dxa"/>
          </w:tcPr>
          <w:p w14:paraId="17836568" w14:textId="77777777" w:rsidR="00412E1D" w:rsidRPr="009C54AE" w:rsidRDefault="00412E1D" w:rsidP="00F54D5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208" w:type="dxa"/>
          </w:tcPr>
          <w:p w14:paraId="26D5F41E" w14:textId="3280EF14" w:rsidR="00412E1D" w:rsidRPr="009C54AE" w:rsidRDefault="00412E1D" w:rsidP="00F54D5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Posiada pogłębioną umiejętność przygotowywania wystąpień ustnych dotyczących zagadnień i problemów prawnych z zakresu </w:t>
            </w:r>
            <w:r w:rsidR="00EE7374" w:rsidRPr="00EE7374">
              <w:rPr>
                <w:rFonts w:ascii="Corbel" w:hAnsi="Corbel"/>
                <w:b w:val="0"/>
                <w:smallCaps w:val="0"/>
                <w:szCs w:val="24"/>
              </w:rPr>
              <w:t xml:space="preserve">prawa administracyjnego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za pomocą odpowiednio dobranych metod, narzędzi oraz zaawansowanych technik informacyjno-komunikacyjnych.</w:t>
            </w:r>
          </w:p>
        </w:tc>
        <w:tc>
          <w:tcPr>
            <w:tcW w:w="1865" w:type="dxa"/>
          </w:tcPr>
          <w:p w14:paraId="7902E941" w14:textId="77777777" w:rsidR="00412E1D" w:rsidRPr="009C54AE" w:rsidRDefault="00412E1D" w:rsidP="00F54D5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K_U13</w:t>
            </w:r>
          </w:p>
        </w:tc>
      </w:tr>
      <w:tr w:rsidR="00412E1D" w:rsidRPr="009C54AE" w14:paraId="4933D299" w14:textId="77777777" w:rsidTr="00A7092F">
        <w:tc>
          <w:tcPr>
            <w:tcW w:w="1447" w:type="dxa"/>
          </w:tcPr>
          <w:p w14:paraId="5043FAD8" w14:textId="77777777" w:rsidR="00412E1D" w:rsidRDefault="00412E1D" w:rsidP="00F54D5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6208" w:type="dxa"/>
          </w:tcPr>
          <w:p w14:paraId="5AFB1E63" w14:textId="293397A0" w:rsidR="00412E1D" w:rsidRPr="009C54AE" w:rsidRDefault="00412E1D" w:rsidP="00F54D5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Jest przygotowany do współdziałania i pracy w grupie przy przygotowaniu pism z zakresu </w:t>
            </w:r>
            <w:r w:rsidR="00EE7374" w:rsidRPr="00EE7374">
              <w:rPr>
                <w:rFonts w:ascii="Corbel" w:hAnsi="Corbel"/>
                <w:b w:val="0"/>
                <w:smallCaps w:val="0"/>
                <w:szCs w:val="24"/>
              </w:rPr>
              <w:t>prawa administracyjnego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Potrafi kierować pracą grupy o</w:t>
            </w:r>
            <w:r w:rsidR="00EE7374">
              <w:rPr>
                <w:rFonts w:ascii="Corbel" w:hAnsi="Corbel"/>
                <w:b w:val="0"/>
                <w:smallCaps w:val="0"/>
                <w:szCs w:val="24"/>
              </w:rPr>
              <w:t>raz przyjmuje w niej różne role.</w:t>
            </w:r>
          </w:p>
        </w:tc>
        <w:tc>
          <w:tcPr>
            <w:tcW w:w="1865" w:type="dxa"/>
          </w:tcPr>
          <w:p w14:paraId="6EC9A7B6" w14:textId="77777777" w:rsidR="00412E1D" w:rsidRPr="009C54AE" w:rsidRDefault="00412E1D" w:rsidP="00F54D5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  <w:tr w:rsidR="00412E1D" w:rsidRPr="009C54AE" w14:paraId="32C7B38F" w14:textId="77777777" w:rsidTr="00A7092F">
        <w:tc>
          <w:tcPr>
            <w:tcW w:w="1447" w:type="dxa"/>
          </w:tcPr>
          <w:p w14:paraId="64231D8F" w14:textId="77777777" w:rsidR="00412E1D" w:rsidRDefault="00412E1D" w:rsidP="00F54D5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6208" w:type="dxa"/>
          </w:tcPr>
          <w:p w14:paraId="3231D8F5" w14:textId="124CE07E" w:rsidR="00412E1D" w:rsidRPr="009C54AE" w:rsidRDefault="00412E1D" w:rsidP="00F54D5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Ma świadomość społecznego znaczenia zawodu prawnika zajmującego się sprawami z zakresu </w:t>
            </w:r>
            <w:r w:rsidR="00EE7374" w:rsidRPr="00EE7374">
              <w:rPr>
                <w:rFonts w:ascii="Corbel" w:hAnsi="Corbel"/>
                <w:b w:val="0"/>
                <w:smallCaps w:val="0"/>
                <w:szCs w:val="24"/>
              </w:rPr>
              <w:t>prawa administracyjnego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3D5CF8F5" w14:textId="77777777" w:rsidR="00412E1D" w:rsidRPr="009C54AE" w:rsidRDefault="00412E1D" w:rsidP="00F54D5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14:paraId="324045A6" w14:textId="77777777" w:rsidR="00412E1D" w:rsidRPr="009C54AE" w:rsidRDefault="00412E1D" w:rsidP="00412E1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6BCBCD5" w14:textId="77777777" w:rsidR="00412E1D" w:rsidRPr="009C54AE" w:rsidRDefault="00412E1D" w:rsidP="00412E1D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71A514D0" w14:textId="473F9237" w:rsidR="00412E1D" w:rsidRPr="009C54AE" w:rsidRDefault="00412E1D" w:rsidP="00412E1D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  <w:r w:rsidR="00A11419">
        <w:rPr>
          <w:rFonts w:ascii="Corbel" w:hAnsi="Corbel"/>
          <w:sz w:val="24"/>
          <w:szCs w:val="24"/>
        </w:rPr>
        <w:t>– nie dotyczy</w:t>
      </w:r>
    </w:p>
    <w:p w14:paraId="651C5CCE" w14:textId="77777777" w:rsidR="00412E1D" w:rsidRPr="009C54AE" w:rsidRDefault="00412E1D" w:rsidP="00412E1D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193D936E" w14:textId="77777777" w:rsidR="00412E1D" w:rsidRPr="009C54AE" w:rsidRDefault="00412E1D" w:rsidP="00412E1D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6A4D9C47" w14:textId="77777777" w:rsidR="00412E1D" w:rsidRPr="009C54AE" w:rsidRDefault="00412E1D" w:rsidP="00412E1D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412E1D" w:rsidRPr="009C54AE" w14:paraId="1BD49E49" w14:textId="77777777" w:rsidTr="00EE7374">
        <w:tc>
          <w:tcPr>
            <w:tcW w:w="9520" w:type="dxa"/>
          </w:tcPr>
          <w:p w14:paraId="3E714E46" w14:textId="77777777" w:rsidR="00412E1D" w:rsidRPr="009C54AE" w:rsidRDefault="00412E1D" w:rsidP="00D416B5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12E1D" w:rsidRPr="009C54AE" w14:paraId="2C34CEEB" w14:textId="77777777" w:rsidTr="00EE7374">
        <w:tc>
          <w:tcPr>
            <w:tcW w:w="9520" w:type="dxa"/>
          </w:tcPr>
          <w:p w14:paraId="46C91B9A" w14:textId="575D7CE9" w:rsidR="00412E1D" w:rsidRPr="009C54AE" w:rsidRDefault="00412E1D" w:rsidP="00EE737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i analiza</w:t>
            </w:r>
            <w:r w:rsidR="00EE7374">
              <w:rPr>
                <w:rFonts w:ascii="Corbel" w:hAnsi="Corbel"/>
                <w:sz w:val="24"/>
                <w:szCs w:val="24"/>
              </w:rPr>
              <w:t xml:space="preserve"> podania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12E1D" w:rsidRPr="009C54AE" w14:paraId="0024453C" w14:textId="77777777" w:rsidTr="00EE7374">
        <w:tc>
          <w:tcPr>
            <w:tcW w:w="9520" w:type="dxa"/>
          </w:tcPr>
          <w:p w14:paraId="00F2DD66" w14:textId="3313DBC3" w:rsidR="00412E1D" w:rsidRPr="009C54AE" w:rsidRDefault="00412E1D" w:rsidP="00EE737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i analiza</w:t>
            </w:r>
            <w:r w:rsidR="00EE7374">
              <w:rPr>
                <w:rFonts w:ascii="Corbel" w:hAnsi="Corbel"/>
                <w:sz w:val="24"/>
                <w:szCs w:val="24"/>
              </w:rPr>
              <w:t xml:space="preserve"> aktów administracyjnych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12E1D" w:rsidRPr="009C54AE" w14:paraId="0902F098" w14:textId="77777777" w:rsidTr="00EE7374">
        <w:tc>
          <w:tcPr>
            <w:tcW w:w="9520" w:type="dxa"/>
          </w:tcPr>
          <w:p w14:paraId="0A80C49A" w14:textId="45FC988B" w:rsidR="00412E1D" w:rsidRPr="009C54AE" w:rsidRDefault="00412E1D" w:rsidP="00EE737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i analiza</w:t>
            </w:r>
            <w:r w:rsidR="00EE7374">
              <w:rPr>
                <w:rFonts w:ascii="Corbel" w:hAnsi="Corbel"/>
                <w:sz w:val="24"/>
                <w:szCs w:val="24"/>
              </w:rPr>
              <w:t xml:space="preserve"> środków zaskarżenia w procedurze administracyjnej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12E1D" w:rsidRPr="009C54AE" w14:paraId="0C9C1E33" w14:textId="77777777" w:rsidTr="00EE7374">
        <w:tc>
          <w:tcPr>
            <w:tcW w:w="9520" w:type="dxa"/>
          </w:tcPr>
          <w:p w14:paraId="50D4BE7A" w14:textId="6B853393" w:rsidR="00412E1D" w:rsidRDefault="00EE7374" w:rsidP="00EE737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i analiza skargi w postępowaniu sądowoadministracyjnym</w:t>
            </w:r>
            <w:r w:rsidR="00412E1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12E1D" w:rsidRPr="009C54AE" w14:paraId="7F18569A" w14:textId="77777777" w:rsidTr="00EE7374">
        <w:tc>
          <w:tcPr>
            <w:tcW w:w="9520" w:type="dxa"/>
          </w:tcPr>
          <w:p w14:paraId="5C3F2FC4" w14:textId="76FE9AAE" w:rsidR="00412E1D" w:rsidRDefault="00412E1D" w:rsidP="00EE737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i analiza</w:t>
            </w:r>
            <w:r w:rsidR="00EE7374">
              <w:rPr>
                <w:rFonts w:ascii="Corbel" w:hAnsi="Corbel"/>
                <w:sz w:val="24"/>
                <w:szCs w:val="24"/>
              </w:rPr>
              <w:t xml:space="preserve"> wniosku o wyłączenie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74FA4A00" w14:textId="77777777" w:rsidR="00412E1D" w:rsidRPr="009C54AE" w:rsidRDefault="00412E1D" w:rsidP="00412E1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0F5D803" w14:textId="77777777" w:rsidR="00412E1D" w:rsidRPr="009C54AE" w:rsidRDefault="00412E1D" w:rsidP="00412E1D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326CC83A" w14:textId="77777777" w:rsidR="00412E1D" w:rsidRPr="009C54AE" w:rsidRDefault="00412E1D" w:rsidP="00412E1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24A2A72" w14:textId="77777777" w:rsidR="00412E1D" w:rsidRPr="00153C41" w:rsidRDefault="00412E1D" w:rsidP="00412E1D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Np</w:t>
      </w:r>
      <w:r w:rsidRPr="00153C41">
        <w:rPr>
          <w:rFonts w:ascii="Corbel" w:hAnsi="Corbel"/>
          <w:sz w:val="20"/>
          <w:szCs w:val="20"/>
        </w:rPr>
        <w:t xml:space="preserve">.: </w:t>
      </w:r>
    </w:p>
    <w:p w14:paraId="424B14EE" w14:textId="55AA9747" w:rsidR="00412E1D" w:rsidRDefault="00412E1D" w:rsidP="00412E1D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Wykład: wykład problemowy, wykład z prezentacją multimedialną, metody kształcenia na odległość </w:t>
      </w:r>
    </w:p>
    <w:p w14:paraId="556ECD2B" w14:textId="77777777" w:rsidR="00412E1D" w:rsidRDefault="00412E1D" w:rsidP="00412E1D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Ćwiczenia: analiza tekstów z dyskusją, metoda projektów (projekt badawczy, wdrożeniowy, praktyczny),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grupach (rozwiązywanie zadań, dyskusja),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16C1DB3E" w14:textId="77777777" w:rsidR="00412E1D" w:rsidRPr="00153C41" w:rsidRDefault="00412E1D" w:rsidP="00412E1D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Laboratorium: wykonywanie doświadczeń, projektowanie doświadczeń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14:paraId="26048D3A" w14:textId="77777777" w:rsidR="00412E1D" w:rsidRPr="009C54AE" w:rsidRDefault="00412E1D" w:rsidP="00412E1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7AAAA49" w14:textId="0ECACB16" w:rsidR="00412E1D" w:rsidRDefault="00412E1D" w:rsidP="00412E1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Analiza aktów normatywnych, dyskusja, praca w grupach, przygotowanie</w:t>
      </w:r>
      <w:r w:rsidR="00EE7374">
        <w:rPr>
          <w:rFonts w:ascii="Corbel" w:hAnsi="Corbel"/>
          <w:smallCaps w:val="0"/>
          <w:szCs w:val="24"/>
        </w:rPr>
        <w:t xml:space="preserve"> pism</w:t>
      </w:r>
      <w:r>
        <w:rPr>
          <w:rFonts w:ascii="Corbel" w:hAnsi="Corbel"/>
          <w:smallCaps w:val="0"/>
          <w:szCs w:val="24"/>
        </w:rPr>
        <w:t xml:space="preserve">. </w:t>
      </w:r>
    </w:p>
    <w:p w14:paraId="09537F8D" w14:textId="77777777" w:rsidR="00412E1D" w:rsidRDefault="00412E1D" w:rsidP="00412E1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350ED35" w14:textId="77777777" w:rsidR="00412E1D" w:rsidRDefault="00412E1D" w:rsidP="00412E1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2A8F1CE" w14:textId="77777777" w:rsidR="00412E1D" w:rsidRDefault="00412E1D" w:rsidP="00412E1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65146BA" w14:textId="77777777" w:rsidR="00412E1D" w:rsidRPr="009C54AE" w:rsidRDefault="00412E1D" w:rsidP="00412E1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47130DB5" w14:textId="77777777" w:rsidR="00412E1D" w:rsidRPr="009C54AE" w:rsidRDefault="00412E1D" w:rsidP="00412E1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101C52D" w14:textId="77777777" w:rsidR="00412E1D" w:rsidRPr="009C54AE" w:rsidRDefault="00412E1D" w:rsidP="00412E1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7BF622D0" w14:textId="77777777" w:rsidR="00412E1D" w:rsidRPr="009C54AE" w:rsidRDefault="00412E1D" w:rsidP="00412E1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412E1D" w:rsidRPr="009C54AE" w14:paraId="1701182D" w14:textId="77777777" w:rsidTr="00D416B5">
        <w:tc>
          <w:tcPr>
            <w:tcW w:w="1962" w:type="dxa"/>
            <w:vAlign w:val="center"/>
          </w:tcPr>
          <w:p w14:paraId="2CA2931B" w14:textId="77777777" w:rsidR="00412E1D" w:rsidRPr="009C54AE" w:rsidRDefault="00412E1D" w:rsidP="00D416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73F22AED" w14:textId="77777777" w:rsidR="00412E1D" w:rsidRPr="009C54AE" w:rsidRDefault="00412E1D" w:rsidP="00D416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C65C82D" w14:textId="77777777" w:rsidR="00412E1D" w:rsidRPr="009C54AE" w:rsidRDefault="00412E1D" w:rsidP="00D416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57BD2669" w14:textId="77777777" w:rsidR="00412E1D" w:rsidRPr="009C54AE" w:rsidRDefault="00412E1D" w:rsidP="00D416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E776F9A" w14:textId="77777777" w:rsidR="00412E1D" w:rsidRPr="009C54AE" w:rsidRDefault="00412E1D" w:rsidP="00D416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412E1D" w:rsidRPr="009C54AE" w14:paraId="368317CD" w14:textId="77777777" w:rsidTr="00F54D5F">
        <w:trPr>
          <w:trHeight w:val="421"/>
        </w:trPr>
        <w:tc>
          <w:tcPr>
            <w:tcW w:w="1962" w:type="dxa"/>
            <w:vAlign w:val="center"/>
          </w:tcPr>
          <w:p w14:paraId="200936CA" w14:textId="77777777" w:rsidR="00412E1D" w:rsidRPr="009C54AE" w:rsidRDefault="00412E1D" w:rsidP="00F54D5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  <w:r>
              <w:rPr>
                <w:rFonts w:ascii="Corbel" w:hAnsi="Corbel"/>
                <w:b w:val="0"/>
                <w:szCs w:val="24"/>
              </w:rPr>
              <w:t>-010</w:t>
            </w:r>
          </w:p>
        </w:tc>
        <w:tc>
          <w:tcPr>
            <w:tcW w:w="5441" w:type="dxa"/>
            <w:vAlign w:val="center"/>
          </w:tcPr>
          <w:p w14:paraId="1C879EF4" w14:textId="77777777" w:rsidR="00412E1D" w:rsidRPr="00EA52AE" w:rsidRDefault="00412E1D" w:rsidP="00F54D5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dyskusja, obserwacja w trakcie zajęć, projekt</w:t>
            </w:r>
          </w:p>
        </w:tc>
        <w:tc>
          <w:tcPr>
            <w:tcW w:w="2117" w:type="dxa"/>
            <w:vAlign w:val="center"/>
          </w:tcPr>
          <w:p w14:paraId="19E9B9A1" w14:textId="266A910E" w:rsidR="00412E1D" w:rsidRPr="009C54AE" w:rsidRDefault="00F54D5F" w:rsidP="00F54D5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</w:t>
            </w:r>
            <w:r w:rsidR="00387FA3">
              <w:rPr>
                <w:rFonts w:ascii="Corbel" w:hAnsi="Corbel"/>
                <w:b w:val="0"/>
                <w:szCs w:val="24"/>
              </w:rPr>
              <w:t>.</w:t>
            </w:r>
          </w:p>
        </w:tc>
      </w:tr>
    </w:tbl>
    <w:p w14:paraId="5E34E3CB" w14:textId="77777777" w:rsidR="00412E1D" w:rsidRDefault="00412E1D" w:rsidP="00412E1D">
      <w:pPr>
        <w:pStyle w:val="Punktygwne"/>
        <w:spacing w:before="0" w:after="0"/>
        <w:ind w:left="426"/>
        <w:rPr>
          <w:rFonts w:ascii="Corbel" w:hAnsi="Corbel"/>
          <w:smallCaps w:val="0"/>
          <w:color w:val="FF0000"/>
          <w:szCs w:val="24"/>
        </w:rPr>
      </w:pPr>
    </w:p>
    <w:p w14:paraId="2E13D829" w14:textId="77777777" w:rsidR="00412E1D" w:rsidRPr="00EA52AE" w:rsidRDefault="00412E1D" w:rsidP="00412E1D">
      <w:pPr>
        <w:pStyle w:val="Punktygwne"/>
        <w:spacing w:before="0" w:after="0"/>
        <w:ind w:left="426"/>
        <w:rPr>
          <w:rFonts w:ascii="Corbel" w:hAnsi="Corbel"/>
          <w:smallCaps w:val="0"/>
          <w:color w:val="000000" w:themeColor="text1"/>
          <w:szCs w:val="24"/>
        </w:rPr>
      </w:pPr>
      <w:r w:rsidRPr="00EA52AE">
        <w:rPr>
          <w:rFonts w:ascii="Corbel" w:hAnsi="Corbel"/>
          <w:smallCaps w:val="0"/>
          <w:color w:val="000000" w:themeColor="text1"/>
          <w:szCs w:val="24"/>
        </w:rPr>
        <w:t xml:space="preserve">4.2 Warunki zaliczenia przedmiotu (kryteria oceniania) </w:t>
      </w:r>
    </w:p>
    <w:p w14:paraId="4A586892" w14:textId="77777777" w:rsidR="00412E1D" w:rsidRPr="009C54AE" w:rsidRDefault="00412E1D" w:rsidP="00412E1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412E1D" w:rsidRPr="009C54AE" w14:paraId="5B13E171" w14:textId="77777777" w:rsidTr="00D416B5">
        <w:tc>
          <w:tcPr>
            <w:tcW w:w="9670" w:type="dxa"/>
          </w:tcPr>
          <w:p w14:paraId="244736F4" w14:textId="7EEC13D2" w:rsidR="00412E1D" w:rsidRPr="009C54AE" w:rsidRDefault="00412E1D" w:rsidP="00F54D5F">
            <w:pPr>
              <w:pStyle w:val="Punktygwne"/>
              <w:spacing w:before="120" w:after="12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Zaliczenie z oceną: </w:t>
            </w:r>
            <w:r w:rsidR="00EE7374">
              <w:rPr>
                <w:rFonts w:ascii="Corbel" w:hAnsi="Corbel"/>
                <w:b w:val="0"/>
                <w:smallCaps w:val="0"/>
                <w:szCs w:val="24"/>
              </w:rPr>
              <w:t>frekwencja na konwersatoriach</w:t>
            </w:r>
            <w:r w:rsidR="00EE7374" w:rsidRPr="00EE7374">
              <w:rPr>
                <w:rFonts w:ascii="Corbel" w:hAnsi="Corbel"/>
                <w:b w:val="0"/>
                <w:smallCaps w:val="0"/>
                <w:szCs w:val="24"/>
              </w:rPr>
              <w:t xml:space="preserve"> ustalana na podstawie listy obecności, aktywność na </w:t>
            </w:r>
            <w:r w:rsidR="00EE7374">
              <w:rPr>
                <w:rFonts w:ascii="Corbel" w:hAnsi="Corbel"/>
                <w:b w:val="0"/>
                <w:smallCaps w:val="0"/>
                <w:szCs w:val="24"/>
              </w:rPr>
              <w:t>konwersatoriach</w:t>
            </w:r>
            <w:r w:rsidR="00EE7374" w:rsidRPr="00EE7374">
              <w:rPr>
                <w:rFonts w:ascii="Corbel" w:hAnsi="Corbel"/>
                <w:b w:val="0"/>
                <w:smallCaps w:val="0"/>
                <w:szCs w:val="24"/>
              </w:rPr>
              <w:t>, wyniki ustalane na podstawie pisemnych prac studentów lub ustnej odpowiedzi, obserwacja w trakcie zajęć, gdzie ocena pozytywna osiągana jest w przypadku uzyskania co najmniej 51% poprawnych odpowiedzi.</w:t>
            </w:r>
          </w:p>
        </w:tc>
      </w:tr>
    </w:tbl>
    <w:p w14:paraId="24BC8BBC" w14:textId="77777777" w:rsidR="00412E1D" w:rsidRPr="009C54AE" w:rsidRDefault="00412E1D" w:rsidP="00412E1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0498369" w14:textId="5146FB33" w:rsidR="00412E1D" w:rsidRPr="009C54AE" w:rsidRDefault="008654D9" w:rsidP="00412E1D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column"/>
      </w:r>
      <w:r w:rsidR="00412E1D" w:rsidRPr="009C54AE">
        <w:rPr>
          <w:rFonts w:ascii="Corbel" w:hAnsi="Corbel"/>
          <w:b/>
          <w:sz w:val="24"/>
          <w:szCs w:val="24"/>
        </w:rPr>
        <w:lastRenderedPageBreak/>
        <w:t xml:space="preserve">5. CAŁKOWITY NAKŁAD PRACY STUDENTA POTRZEBNY DO OSIĄGNIĘCIA ZAŁOŻONYCH EFEKTÓW W GODZINACH ORAZ PUNKTACH ECTS </w:t>
      </w:r>
    </w:p>
    <w:p w14:paraId="4F43445C" w14:textId="77777777" w:rsidR="00412E1D" w:rsidRPr="009C54AE" w:rsidRDefault="00412E1D" w:rsidP="00412E1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74"/>
        <w:gridCol w:w="4246"/>
      </w:tblGrid>
      <w:tr w:rsidR="00412E1D" w:rsidRPr="009C54AE" w14:paraId="349E25AD" w14:textId="77777777" w:rsidTr="00F54D5F">
        <w:tc>
          <w:tcPr>
            <w:tcW w:w="5274" w:type="dxa"/>
            <w:vAlign w:val="center"/>
          </w:tcPr>
          <w:p w14:paraId="62A268F1" w14:textId="77777777" w:rsidR="00412E1D" w:rsidRPr="009C54AE" w:rsidRDefault="00412E1D" w:rsidP="00D416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246" w:type="dxa"/>
            <w:vAlign w:val="center"/>
          </w:tcPr>
          <w:p w14:paraId="0BA0D87F" w14:textId="77777777" w:rsidR="00412E1D" w:rsidRPr="009C54AE" w:rsidRDefault="00412E1D" w:rsidP="00D416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412E1D" w:rsidRPr="009C54AE" w14:paraId="768B9FF3" w14:textId="77777777" w:rsidTr="00F54D5F">
        <w:tc>
          <w:tcPr>
            <w:tcW w:w="5274" w:type="dxa"/>
          </w:tcPr>
          <w:p w14:paraId="321837C3" w14:textId="77777777" w:rsidR="00412E1D" w:rsidRPr="009C54AE" w:rsidRDefault="00412E1D" w:rsidP="00D416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246" w:type="dxa"/>
          </w:tcPr>
          <w:p w14:paraId="66200C7A" w14:textId="77777777" w:rsidR="00412E1D" w:rsidRPr="009C54AE" w:rsidRDefault="00412E1D" w:rsidP="00D416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 h</w:t>
            </w:r>
          </w:p>
        </w:tc>
      </w:tr>
      <w:tr w:rsidR="00412E1D" w:rsidRPr="009C54AE" w14:paraId="553AA27A" w14:textId="77777777" w:rsidTr="00F54D5F">
        <w:tc>
          <w:tcPr>
            <w:tcW w:w="5274" w:type="dxa"/>
          </w:tcPr>
          <w:p w14:paraId="6584223D" w14:textId="77777777" w:rsidR="00412E1D" w:rsidRPr="009C54AE" w:rsidRDefault="00412E1D" w:rsidP="00D416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9226CD5" w14:textId="77777777" w:rsidR="00412E1D" w:rsidRPr="009C54AE" w:rsidRDefault="00412E1D" w:rsidP="00D416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246" w:type="dxa"/>
          </w:tcPr>
          <w:p w14:paraId="58B5E5B8" w14:textId="77777777" w:rsidR="00412E1D" w:rsidRPr="009C54AE" w:rsidRDefault="00412E1D" w:rsidP="00D416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 h</w:t>
            </w:r>
          </w:p>
        </w:tc>
      </w:tr>
      <w:tr w:rsidR="00412E1D" w:rsidRPr="009C54AE" w14:paraId="68364B2F" w14:textId="77777777" w:rsidTr="00F54D5F">
        <w:tc>
          <w:tcPr>
            <w:tcW w:w="5274" w:type="dxa"/>
          </w:tcPr>
          <w:p w14:paraId="45780BF8" w14:textId="77777777" w:rsidR="00412E1D" w:rsidRPr="009C54AE" w:rsidRDefault="00412E1D" w:rsidP="00D416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29700748" w14:textId="77777777" w:rsidR="00412E1D" w:rsidRPr="009C54AE" w:rsidRDefault="00412E1D" w:rsidP="00D416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246" w:type="dxa"/>
          </w:tcPr>
          <w:p w14:paraId="49D414FF" w14:textId="77777777" w:rsidR="00412E1D" w:rsidRPr="009C54AE" w:rsidRDefault="00412E1D" w:rsidP="00D416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105 h</w:t>
            </w:r>
          </w:p>
        </w:tc>
      </w:tr>
      <w:tr w:rsidR="00412E1D" w:rsidRPr="009C54AE" w14:paraId="10D358D8" w14:textId="77777777" w:rsidTr="00F54D5F">
        <w:tc>
          <w:tcPr>
            <w:tcW w:w="5274" w:type="dxa"/>
          </w:tcPr>
          <w:p w14:paraId="05EF2E08" w14:textId="77777777" w:rsidR="00412E1D" w:rsidRPr="009C54AE" w:rsidRDefault="00412E1D" w:rsidP="00D416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246" w:type="dxa"/>
          </w:tcPr>
          <w:p w14:paraId="43C5A839" w14:textId="77777777" w:rsidR="00412E1D" w:rsidRPr="009C54AE" w:rsidRDefault="00412E1D" w:rsidP="00D416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125 h</w:t>
            </w:r>
          </w:p>
        </w:tc>
      </w:tr>
      <w:tr w:rsidR="00412E1D" w:rsidRPr="009C54AE" w14:paraId="7B195501" w14:textId="77777777" w:rsidTr="00F54D5F">
        <w:trPr>
          <w:trHeight w:val="341"/>
        </w:trPr>
        <w:tc>
          <w:tcPr>
            <w:tcW w:w="5274" w:type="dxa"/>
          </w:tcPr>
          <w:p w14:paraId="17040A8C" w14:textId="77777777" w:rsidR="00412E1D" w:rsidRPr="009C54AE" w:rsidRDefault="00412E1D" w:rsidP="00D416B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246" w:type="dxa"/>
          </w:tcPr>
          <w:p w14:paraId="1115598E" w14:textId="40A1B2D4" w:rsidR="00412E1D" w:rsidRPr="009C54AE" w:rsidRDefault="00412E1D" w:rsidP="00D416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 pkt</w:t>
            </w:r>
          </w:p>
        </w:tc>
      </w:tr>
    </w:tbl>
    <w:p w14:paraId="15DEFEF4" w14:textId="77777777" w:rsidR="00412E1D" w:rsidRPr="009C54AE" w:rsidRDefault="00412E1D" w:rsidP="00F54D5F">
      <w:pPr>
        <w:pStyle w:val="Punktygwne"/>
        <w:spacing w:before="0" w:after="0"/>
        <w:ind w:left="142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26E78639" w14:textId="77777777" w:rsidR="00412E1D" w:rsidRPr="009C54AE" w:rsidRDefault="00412E1D" w:rsidP="00412E1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14F94C" w14:textId="77777777" w:rsidR="00412E1D" w:rsidRPr="009C54AE" w:rsidRDefault="00412E1D" w:rsidP="00412E1D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0EACA21E" w14:textId="77777777" w:rsidR="00412E1D" w:rsidRPr="009C54AE" w:rsidRDefault="00412E1D" w:rsidP="00412E1D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56"/>
        <w:gridCol w:w="3657"/>
      </w:tblGrid>
      <w:tr w:rsidR="00412E1D" w:rsidRPr="009C54AE" w14:paraId="34C343A5" w14:textId="77777777" w:rsidTr="00F54D5F">
        <w:trPr>
          <w:trHeight w:val="397"/>
        </w:trPr>
        <w:tc>
          <w:tcPr>
            <w:tcW w:w="3856" w:type="dxa"/>
          </w:tcPr>
          <w:p w14:paraId="0FD413A5" w14:textId="77777777" w:rsidR="00412E1D" w:rsidRPr="009C54AE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657" w:type="dxa"/>
          </w:tcPr>
          <w:p w14:paraId="56026400" w14:textId="77777777" w:rsidR="00412E1D" w:rsidRPr="009C54AE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412E1D" w:rsidRPr="009C54AE" w14:paraId="75C143CD" w14:textId="77777777" w:rsidTr="00F54D5F">
        <w:trPr>
          <w:trHeight w:val="397"/>
        </w:trPr>
        <w:tc>
          <w:tcPr>
            <w:tcW w:w="3856" w:type="dxa"/>
          </w:tcPr>
          <w:p w14:paraId="4206DD25" w14:textId="77777777" w:rsidR="00412E1D" w:rsidRPr="009C54AE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657" w:type="dxa"/>
          </w:tcPr>
          <w:p w14:paraId="1C5EA3DE" w14:textId="77777777" w:rsidR="00412E1D" w:rsidRPr="009C54AE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12530C9B" w14:textId="36C147E9" w:rsidR="00412E1D" w:rsidRDefault="00412E1D" w:rsidP="00412E1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71756F9" w14:textId="77777777" w:rsidR="00412E1D" w:rsidRPr="009C54AE" w:rsidRDefault="00412E1D" w:rsidP="00412E1D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75705EED" w14:textId="77777777" w:rsidR="00412E1D" w:rsidRPr="009C54AE" w:rsidRDefault="00412E1D" w:rsidP="00412E1D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412E1D" w:rsidRPr="009C54AE" w14:paraId="7CE821EB" w14:textId="77777777" w:rsidTr="00D416B5">
        <w:trPr>
          <w:trHeight w:val="397"/>
        </w:trPr>
        <w:tc>
          <w:tcPr>
            <w:tcW w:w="7513" w:type="dxa"/>
          </w:tcPr>
          <w:p w14:paraId="72F6AD72" w14:textId="77777777" w:rsidR="00412E1D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930350A" w14:textId="77777777" w:rsidR="00F54D5F" w:rsidRDefault="00F54D5F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F7A8278" w14:textId="77777777" w:rsidR="003A7B2B" w:rsidRDefault="003A7B2B" w:rsidP="003A7B2B">
            <w:pPr>
              <w:pStyle w:val="Akapitzlist"/>
              <w:numPr>
                <w:ilvl w:val="0"/>
                <w:numId w:val="2"/>
              </w:numPr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EE7374">
              <w:rPr>
                <w:rFonts w:ascii="Corbel" w:hAnsi="Corbel"/>
                <w:color w:val="000000" w:themeColor="text1"/>
                <w:sz w:val="24"/>
                <w:szCs w:val="24"/>
              </w:rPr>
              <w:t>E. Ura, Prawo administracyjne, Wydawnictwo Wolters Kluwer, Warszawa 202</w:t>
            </w:r>
            <w:r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4, </w:t>
            </w:r>
          </w:p>
          <w:p w14:paraId="09EC089E" w14:textId="77777777" w:rsidR="003A7B2B" w:rsidRPr="00EE7374" w:rsidRDefault="003A7B2B" w:rsidP="003A7B2B">
            <w:pPr>
              <w:pStyle w:val="Akapitzlist"/>
              <w:numPr>
                <w:ilvl w:val="0"/>
                <w:numId w:val="2"/>
              </w:numPr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EE7374">
              <w:rPr>
                <w:rFonts w:ascii="Corbel" w:hAnsi="Corbel"/>
                <w:color w:val="000000" w:themeColor="text1"/>
                <w:sz w:val="24"/>
                <w:szCs w:val="24"/>
              </w:rPr>
              <w:t>K. Kędzierski, E. Kubas, Prawo administracyjne: testy, kazusy, pytania sprawdzające, Wolters Kluwer, Warszawa 2022.</w:t>
            </w:r>
          </w:p>
          <w:p w14:paraId="2A042ABB" w14:textId="3F1352C4" w:rsidR="00412E1D" w:rsidRPr="00EE7374" w:rsidRDefault="003A7B2B" w:rsidP="003A7B2B">
            <w:pPr>
              <w:pStyle w:val="Akapitzlist"/>
              <w:numPr>
                <w:ilvl w:val="0"/>
                <w:numId w:val="2"/>
              </w:numPr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>
              <w:rPr>
                <w:rFonts w:ascii="Corbel" w:hAnsi="Corbel"/>
                <w:color w:val="000000" w:themeColor="text1"/>
                <w:sz w:val="24"/>
                <w:szCs w:val="24"/>
              </w:rPr>
              <w:t>B. Adamiak, J. Borkowski, Postępowanie administracyjne i sądowoadministracyjne, Warszawa 2024.</w:t>
            </w:r>
          </w:p>
        </w:tc>
      </w:tr>
      <w:tr w:rsidR="00412E1D" w:rsidRPr="009C54AE" w14:paraId="47430518" w14:textId="77777777" w:rsidTr="00A7092F">
        <w:trPr>
          <w:trHeight w:val="1556"/>
        </w:trPr>
        <w:tc>
          <w:tcPr>
            <w:tcW w:w="7513" w:type="dxa"/>
          </w:tcPr>
          <w:p w14:paraId="706A3A57" w14:textId="1A7704A2" w:rsidR="00412E1D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64D131E" w14:textId="77777777" w:rsidR="00412E1D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E8CCBE6" w14:textId="77777777" w:rsidR="00412E1D" w:rsidRDefault="00EE7374" w:rsidP="00EE7374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R. Kędziora, Ogólne postepowanie administracyjne, Warszawa 2019.</w:t>
            </w:r>
          </w:p>
          <w:p w14:paraId="32B79104" w14:textId="359D9BAA" w:rsidR="00EE7374" w:rsidRPr="009C54AE" w:rsidRDefault="00D72013" w:rsidP="00EE7374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H. Knysiak-Sudyka, Postępowanie sądowoadministracyjne, Warszawa 2022.</w:t>
            </w:r>
          </w:p>
        </w:tc>
      </w:tr>
    </w:tbl>
    <w:p w14:paraId="71273DDC" w14:textId="77777777" w:rsidR="00412E1D" w:rsidRPr="009C54AE" w:rsidRDefault="00412E1D" w:rsidP="00412E1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97D2074" w14:textId="77777777" w:rsidR="00412E1D" w:rsidRPr="009C54AE" w:rsidRDefault="00412E1D" w:rsidP="00412E1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052BB9D" w14:textId="77777777" w:rsidR="00412E1D" w:rsidRPr="009C54AE" w:rsidRDefault="00412E1D" w:rsidP="00412E1D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20F435BA" w14:textId="77777777" w:rsidR="00412E1D" w:rsidRDefault="00412E1D" w:rsidP="00412E1D"/>
    <w:p w14:paraId="06BFB0DF" w14:textId="620A4ED6" w:rsidR="0085747A" w:rsidRPr="00B169D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sectPr w:rsidR="0085747A" w:rsidRPr="00B169DF" w:rsidSect="00A7092F">
      <w:pgSz w:w="11906" w:h="16838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7F2AAB" w14:textId="77777777" w:rsidR="002E1CA8" w:rsidRDefault="002E1CA8" w:rsidP="00C16ABF">
      <w:pPr>
        <w:spacing w:after="0" w:line="240" w:lineRule="auto"/>
      </w:pPr>
      <w:r>
        <w:separator/>
      </w:r>
    </w:p>
  </w:endnote>
  <w:endnote w:type="continuationSeparator" w:id="0">
    <w:p w14:paraId="506F46E8" w14:textId="77777777" w:rsidR="002E1CA8" w:rsidRDefault="002E1CA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F33932" w14:textId="77777777" w:rsidR="002E1CA8" w:rsidRDefault="002E1CA8" w:rsidP="00C16ABF">
      <w:pPr>
        <w:spacing w:after="0" w:line="240" w:lineRule="auto"/>
      </w:pPr>
      <w:r>
        <w:separator/>
      </w:r>
    </w:p>
  </w:footnote>
  <w:footnote w:type="continuationSeparator" w:id="0">
    <w:p w14:paraId="5B1DC196" w14:textId="77777777" w:rsidR="002E1CA8" w:rsidRDefault="002E1CA8" w:rsidP="00C16ABF">
      <w:pPr>
        <w:spacing w:after="0" w:line="240" w:lineRule="auto"/>
      </w:pPr>
      <w:r>
        <w:continuationSeparator/>
      </w:r>
    </w:p>
  </w:footnote>
  <w:footnote w:id="1">
    <w:p w14:paraId="53BDE32E" w14:textId="77777777" w:rsidR="00412E1D" w:rsidRDefault="00412E1D" w:rsidP="00412E1D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1A64B6E"/>
    <w:multiLevelType w:val="hybridMultilevel"/>
    <w:tmpl w:val="1FB013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AC0E8E"/>
    <w:multiLevelType w:val="hybridMultilevel"/>
    <w:tmpl w:val="1FB013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8633946">
    <w:abstractNumId w:val="0"/>
  </w:num>
  <w:num w:numId="2" w16cid:durableId="1942688871">
    <w:abstractNumId w:val="2"/>
  </w:num>
  <w:num w:numId="3" w16cid:durableId="371616511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45A1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530D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57193"/>
    <w:rsid w:val="00257EED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1CA8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87FA3"/>
    <w:rsid w:val="003965F9"/>
    <w:rsid w:val="00397E78"/>
    <w:rsid w:val="003A0A5B"/>
    <w:rsid w:val="003A1176"/>
    <w:rsid w:val="003A4A1D"/>
    <w:rsid w:val="003A7B2B"/>
    <w:rsid w:val="003C0BAE"/>
    <w:rsid w:val="003D18A9"/>
    <w:rsid w:val="003D6CE2"/>
    <w:rsid w:val="003E1941"/>
    <w:rsid w:val="003E2FE6"/>
    <w:rsid w:val="003E49D5"/>
    <w:rsid w:val="003F205D"/>
    <w:rsid w:val="003F38C0"/>
    <w:rsid w:val="003F507B"/>
    <w:rsid w:val="00412E1D"/>
    <w:rsid w:val="00414E3C"/>
    <w:rsid w:val="0042244A"/>
    <w:rsid w:val="0042745A"/>
    <w:rsid w:val="00431D5C"/>
    <w:rsid w:val="00435490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3F0E"/>
    <w:rsid w:val="004D31C0"/>
    <w:rsid w:val="004D5282"/>
    <w:rsid w:val="004F1551"/>
    <w:rsid w:val="004F55A3"/>
    <w:rsid w:val="0050496F"/>
    <w:rsid w:val="00511744"/>
    <w:rsid w:val="00513B6F"/>
    <w:rsid w:val="00517C63"/>
    <w:rsid w:val="005363C4"/>
    <w:rsid w:val="00536BDE"/>
    <w:rsid w:val="00543ACC"/>
    <w:rsid w:val="0056696D"/>
    <w:rsid w:val="00583568"/>
    <w:rsid w:val="0059484D"/>
    <w:rsid w:val="005A0855"/>
    <w:rsid w:val="005A3196"/>
    <w:rsid w:val="005C080F"/>
    <w:rsid w:val="005C55E5"/>
    <w:rsid w:val="005C696A"/>
    <w:rsid w:val="005E6E85"/>
    <w:rsid w:val="005F31D2"/>
    <w:rsid w:val="005F76A3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C4879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255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16D9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654D9"/>
    <w:rsid w:val="00884922"/>
    <w:rsid w:val="00885F64"/>
    <w:rsid w:val="008917F9"/>
    <w:rsid w:val="008967EF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B146C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47EB"/>
    <w:rsid w:val="00A11419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092F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7A3"/>
    <w:rsid w:val="00AE5FCB"/>
    <w:rsid w:val="00AF2C1E"/>
    <w:rsid w:val="00B06142"/>
    <w:rsid w:val="00B135B1"/>
    <w:rsid w:val="00B1435F"/>
    <w:rsid w:val="00B169DF"/>
    <w:rsid w:val="00B3130B"/>
    <w:rsid w:val="00B37B59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06295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397B"/>
    <w:rsid w:val="00D352C9"/>
    <w:rsid w:val="00D425B2"/>
    <w:rsid w:val="00D428D6"/>
    <w:rsid w:val="00D552B2"/>
    <w:rsid w:val="00D608D1"/>
    <w:rsid w:val="00D72013"/>
    <w:rsid w:val="00D74119"/>
    <w:rsid w:val="00D8075B"/>
    <w:rsid w:val="00D8678B"/>
    <w:rsid w:val="00DA2114"/>
    <w:rsid w:val="00DC7D7D"/>
    <w:rsid w:val="00DE09C0"/>
    <w:rsid w:val="00DE0D74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3ABD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E7374"/>
    <w:rsid w:val="00F070AB"/>
    <w:rsid w:val="00F17567"/>
    <w:rsid w:val="00F27A7B"/>
    <w:rsid w:val="00F373F1"/>
    <w:rsid w:val="00F526AF"/>
    <w:rsid w:val="00F54D5F"/>
    <w:rsid w:val="00F617C3"/>
    <w:rsid w:val="00F61A26"/>
    <w:rsid w:val="00F7066B"/>
    <w:rsid w:val="00F74213"/>
    <w:rsid w:val="00F83B28"/>
    <w:rsid w:val="00F974DA"/>
    <w:rsid w:val="00FA46E5"/>
    <w:rsid w:val="00FB7DBA"/>
    <w:rsid w:val="00FC1C25"/>
    <w:rsid w:val="00FC3F45"/>
    <w:rsid w:val="00FC51F0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56A2C"/>
  <w15:docId w15:val="{1CC557A5-1979-4A16-8A5B-AE697E3D7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478493-A17B-4155-ADB8-39207C6378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</TotalTime>
  <Pages>1</Pages>
  <Words>922</Words>
  <Characters>5537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Alicja Mendocha</cp:lastModifiedBy>
  <cp:revision>11</cp:revision>
  <cp:lastPrinted>2025-10-03T12:28:00Z</cp:lastPrinted>
  <dcterms:created xsi:type="dcterms:W3CDTF">2025-09-22T17:53:00Z</dcterms:created>
  <dcterms:modified xsi:type="dcterms:W3CDTF">2025-11-19T06:59:00Z</dcterms:modified>
</cp:coreProperties>
</file>